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1B" w:rsidRPr="009205FA" w:rsidRDefault="002C661B" w:rsidP="0072290F">
      <w:pPr>
        <w:jc w:val="both"/>
      </w:pPr>
      <w:r>
        <w:t xml:space="preserve">            На основу чл. 22 ст.1 тач. 2 и ст.2 Закона о јавним предузећима  ( „ Службени гласник РС, бр. 15/16), и чл. 32 Закона о локалној самоуправи ( „ Службени гласник  РС“, бр. 129/07 и 83/14 – др. Закон и 47/18 ), чл. 32 ст 1 тач. 2  Одлуке о усклађивању пословања  Јавног  предузећа „ Управа Бање“ Врањска Бања са Законом о јавним предузећима  ( Службени гласник града Врања бр. 27/16 и 35/16) и чл. 32 ст 1 тач. 13 Статута града Врања ( „ Службени гласник града Врања бр. 3/17  - пречишћен текст, 8/17 и 27/17), Скупштина града Врања на седници одржаној дана 26.12.2018.године, донела је:</w:t>
      </w:r>
    </w:p>
    <w:p w:rsidR="002C661B" w:rsidRDefault="002C661B" w:rsidP="007D5EBE">
      <w:pPr>
        <w:jc w:val="center"/>
      </w:pPr>
    </w:p>
    <w:p w:rsidR="002C661B" w:rsidRPr="007D5EBE" w:rsidRDefault="002C661B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2C661B" w:rsidRPr="007D5EBE" w:rsidRDefault="002C661B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О ДАВАЊУ САГЛАСНОСТИ НА ПРОГРАМ ПОСЛОВАЊА</w:t>
      </w:r>
    </w:p>
    <w:p w:rsidR="002C661B" w:rsidRPr="007D5EBE" w:rsidRDefault="002C661B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И Ф</w:t>
      </w:r>
      <w:r>
        <w:rPr>
          <w:b/>
        </w:rPr>
        <w:t>ИНАНСИЈСКИ ПЛАН ПОСЛОВАЊА ЈАВНОГ  ПРЕДУЗЕЋА „ УПРАВА БАЊЕ“ ВРАЊСКА БАЊА ЗА 2019</w:t>
      </w:r>
      <w:r w:rsidRPr="007D5EBE">
        <w:rPr>
          <w:b/>
        </w:rPr>
        <w:t>. ГОДИНУ</w:t>
      </w:r>
    </w:p>
    <w:p w:rsidR="002C661B" w:rsidRPr="007D5EBE" w:rsidRDefault="002C661B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2C661B" w:rsidRDefault="002C661B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пословања и финансијски план пословања Јавног   предузећа „ Управа Бање“ Врањска Бања за 2019. годину.</w:t>
      </w:r>
    </w:p>
    <w:p w:rsidR="002C661B" w:rsidRDefault="002C661B" w:rsidP="007D5EBE"/>
    <w:p w:rsidR="002C661B" w:rsidRPr="007D5EBE" w:rsidRDefault="002C661B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2C661B" w:rsidRDefault="002C661B" w:rsidP="007D5EBE"/>
    <w:p w:rsidR="002C661B" w:rsidRDefault="002C661B" w:rsidP="007D5EBE">
      <w:r>
        <w:t xml:space="preserve">                Решење објавити у Службеном гласнику града Врања.</w:t>
      </w:r>
    </w:p>
    <w:p w:rsidR="002C661B" w:rsidRDefault="002C661B" w:rsidP="007D5EBE"/>
    <w:p w:rsidR="002C661B" w:rsidRDefault="002C661B" w:rsidP="005D49F7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2C661B" w:rsidRDefault="002C661B" w:rsidP="005D49F7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2C661B" w:rsidRDefault="002C661B" w:rsidP="005D49F7">
      <w:pPr>
        <w:rPr>
          <w:b/>
        </w:rPr>
      </w:pPr>
    </w:p>
    <w:p w:rsidR="002C661B" w:rsidRDefault="002C661B" w:rsidP="005D49F7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2C661B" w:rsidRDefault="002C661B" w:rsidP="005D49F7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2C661B" w:rsidRDefault="002C661B" w:rsidP="005D49F7">
      <w:pPr>
        <w:tabs>
          <w:tab w:val="left" w:pos="5430"/>
        </w:tabs>
        <w:rPr>
          <w:b/>
        </w:rPr>
      </w:pPr>
    </w:p>
    <w:p w:rsidR="002C661B" w:rsidRDefault="002C661B" w:rsidP="005D49F7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2C661B" w:rsidRDefault="002C661B" w:rsidP="005D49F7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2C661B" w:rsidRPr="007D5EBE" w:rsidRDefault="002C661B" w:rsidP="007D5EBE">
      <w:pPr>
        <w:rPr>
          <w:b/>
        </w:rPr>
      </w:pPr>
    </w:p>
    <w:sectPr w:rsidR="002C661B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857AE"/>
    <w:rsid w:val="001C044E"/>
    <w:rsid w:val="002C661B"/>
    <w:rsid w:val="00320FCF"/>
    <w:rsid w:val="00354AA9"/>
    <w:rsid w:val="004D121D"/>
    <w:rsid w:val="005D49F7"/>
    <w:rsid w:val="006677FE"/>
    <w:rsid w:val="00672C61"/>
    <w:rsid w:val="006A7E07"/>
    <w:rsid w:val="00714DE0"/>
    <w:rsid w:val="0072290F"/>
    <w:rsid w:val="007322B5"/>
    <w:rsid w:val="0073592F"/>
    <w:rsid w:val="007D5EBE"/>
    <w:rsid w:val="00871937"/>
    <w:rsid w:val="008E5653"/>
    <w:rsid w:val="009205FA"/>
    <w:rsid w:val="00A10964"/>
    <w:rsid w:val="00BF3AB7"/>
    <w:rsid w:val="00C22DC5"/>
    <w:rsid w:val="00E73E17"/>
    <w:rsid w:val="00EE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215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9</cp:revision>
  <cp:lastPrinted>2018-12-27T10:32:00Z</cp:lastPrinted>
  <dcterms:created xsi:type="dcterms:W3CDTF">2017-12-21T13:58:00Z</dcterms:created>
  <dcterms:modified xsi:type="dcterms:W3CDTF">2018-12-27T10:33:00Z</dcterms:modified>
</cp:coreProperties>
</file>